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t xml:space="preserve">  12    </w:t>
      </w:r>
      <w:r w:rsidRPr="002F0FDA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  января   </w:t>
      </w:r>
      <w:smartTag w:uri="urn:schemas-microsoft-com:office:smarttags" w:element="metricconverter">
        <w:smartTagPr>
          <w:attr w:name="ProductID" w:val="2016 г"/>
        </w:smartTagPr>
        <w:r w:rsidRPr="002F0FDA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16 </w:t>
        </w:r>
        <w:r w:rsidRPr="002F0FDA">
          <w:rPr>
            <w:rFonts w:ascii="Times New Roman" w:hAnsi="Times New Roman" w:cs="Times New Roman"/>
          </w:rPr>
          <w:t>г</w:t>
        </w:r>
      </w:smartTag>
      <w:r w:rsidRPr="002F0FDA">
        <w:rPr>
          <w:rFonts w:ascii="Times New Roman" w:hAnsi="Times New Roman" w:cs="Times New Roman"/>
        </w:rPr>
        <w:t>.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 и. 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</w:p>
    <w:p w:rsidR="003F42EE" w:rsidRPr="00CC0E49" w:rsidRDefault="003F42EE" w:rsidP="006C24F7">
      <w:pPr>
        <w:keepNext/>
        <w:autoSpaceDE w:val="0"/>
        <w:autoSpaceDN w:val="0"/>
        <w:adjustRightInd w:val="0"/>
        <w:spacing w:after="240"/>
        <w:jc w:val="center"/>
        <w:outlineLvl w:val="2"/>
        <w:rPr>
          <w:rFonts w:ascii="Times New Roman" w:hAnsi="Times New Roman"/>
        </w:rPr>
      </w:pPr>
      <w:r w:rsidRPr="00CC0E49">
        <w:rPr>
          <w:rFonts w:ascii="Times New Roman" w:hAnsi="Times New Roman"/>
        </w:rPr>
        <w:t>1. Предмет Соглашения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2.3.3. Представлять отчет о выполнении муниципального задания и иные документы, необходимые для обеспечения контроля за расходованием бюджетных средств, в сроки, установленные в муниципальном задании.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2.4. 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2016 года и плановый период 2017-2018 годов.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3F42EE" w:rsidRPr="00CC0E49" w:rsidRDefault="003F42EE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CC0E49">
        <w:rPr>
          <w:b/>
          <w:color w:val="000000"/>
          <w:sz w:val="24"/>
          <w:szCs w:val="24"/>
        </w:rPr>
        <w:t>Реквизиты Сторон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51423">
          <w:rPr>
            <w:rStyle w:val="Exact"/>
            <w:sz w:val="22"/>
            <w:szCs w:val="22"/>
            <w:u w:val="none"/>
          </w:rPr>
          <w:t>243220, г</w:t>
        </w:r>
      </w:smartTag>
      <w:r w:rsidRPr="00E51423">
        <w:rPr>
          <w:rStyle w:val="Exact"/>
          <w:sz w:val="22"/>
          <w:szCs w:val="22"/>
          <w:u w:val="none"/>
        </w:rPr>
        <w:t>. Мглин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ул. Буденного д.7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ул. Ленина д.19-21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Банковские реквизиты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Банковские реквизиты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ИНН 3220000474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БИК 041501001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БИК 041501001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р/с 40204810400000100126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л/с 03273012380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Казакова Л.М. </w:t>
      </w:r>
      <w:r>
        <w:tab/>
      </w:r>
      <w:r>
        <w:tab/>
        <w:t xml:space="preserve">            _____________ Боровская А.А.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F42EE" w:rsidRPr="00082060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3F42EE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B3BD6"/>
    <w:rsid w:val="000D6C26"/>
    <w:rsid w:val="000F2A8F"/>
    <w:rsid w:val="00153CF1"/>
    <w:rsid w:val="00183BAD"/>
    <w:rsid w:val="002E7A9C"/>
    <w:rsid w:val="002F0FDA"/>
    <w:rsid w:val="003120B1"/>
    <w:rsid w:val="003755D7"/>
    <w:rsid w:val="003A6EE4"/>
    <w:rsid w:val="003F42EE"/>
    <w:rsid w:val="00400D78"/>
    <w:rsid w:val="00402FAB"/>
    <w:rsid w:val="0044502A"/>
    <w:rsid w:val="00603A7A"/>
    <w:rsid w:val="00614B8C"/>
    <w:rsid w:val="00647BD6"/>
    <w:rsid w:val="006C24F7"/>
    <w:rsid w:val="00784F80"/>
    <w:rsid w:val="007D46AB"/>
    <w:rsid w:val="009635C0"/>
    <w:rsid w:val="009F622D"/>
    <w:rsid w:val="00AD7E61"/>
    <w:rsid w:val="00AE1CC8"/>
    <w:rsid w:val="00CC0E49"/>
    <w:rsid w:val="00CF43EA"/>
    <w:rsid w:val="00D100FC"/>
    <w:rsid w:val="00D27786"/>
    <w:rsid w:val="00D32657"/>
    <w:rsid w:val="00DD2534"/>
    <w:rsid w:val="00DE7133"/>
    <w:rsid w:val="00E16DF3"/>
    <w:rsid w:val="00E51423"/>
    <w:rsid w:val="00E73E1F"/>
    <w:rsid w:val="00EA3071"/>
    <w:rsid w:val="00EC4BF4"/>
    <w:rsid w:val="00F1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814</Words>
  <Characters>4644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10</cp:revision>
  <cp:lastPrinted>2016-02-11T11:37:00Z</cp:lastPrinted>
  <dcterms:created xsi:type="dcterms:W3CDTF">2014-08-19T14:12:00Z</dcterms:created>
  <dcterms:modified xsi:type="dcterms:W3CDTF">2016-02-18T07:01:00Z</dcterms:modified>
</cp:coreProperties>
</file>